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DD0F19" w14:paraId="3BF51A1E" w14:textId="77777777" w:rsidTr="00DD0F19">
        <w:trPr>
          <w:cantSplit/>
          <w:trHeight w:val="567"/>
        </w:trPr>
        <w:tc>
          <w:tcPr>
            <w:tcW w:w="5217" w:type="dxa"/>
            <w:vMerge w:val="restart"/>
          </w:tcPr>
          <w:p w14:paraId="494097B4" w14:textId="0691D019" w:rsidR="00DD0F19" w:rsidRDefault="00DD0F19" w:rsidP="00DD0F19">
            <w:pPr>
              <w:framePr w:w="9582" w:h="2155" w:wrap="notBeside" w:vAnchor="page" w:hAnchor="page" w:x="1702" w:y="3063"/>
              <w:rPr>
                <w:noProof/>
              </w:rPr>
            </w:pPr>
          </w:p>
          <w:p w14:paraId="5689019E" w14:textId="77777777" w:rsidR="000E5BAB" w:rsidRDefault="000E5BAB" w:rsidP="000E5BAB">
            <w:pPr>
              <w:framePr w:w="9582" w:h="2155" w:wrap="notBeside" w:vAnchor="page" w:hAnchor="page" w:x="1702" w:y="3063"/>
            </w:pPr>
            <w:r>
              <w:t>Keskkonnaamet</w:t>
            </w:r>
          </w:p>
          <w:p w14:paraId="610FF817" w14:textId="77777777" w:rsidR="000E5BAB" w:rsidRDefault="000E5BAB" w:rsidP="000E5BAB">
            <w:pPr>
              <w:framePr w:w="9582" w:h="2155" w:wrap="notBeside" w:vAnchor="page" w:hAnchor="page" w:x="1702" w:y="3063"/>
            </w:pPr>
            <w:r>
              <w:t xml:space="preserve">Lõuna regioon  </w:t>
            </w:r>
            <w:r>
              <w:tab/>
              <w:t xml:space="preserve">   </w:t>
            </w:r>
          </w:p>
          <w:p w14:paraId="3CAD8790" w14:textId="77777777" w:rsidR="000E5BAB" w:rsidRPr="000139FB" w:rsidRDefault="000E5BAB" w:rsidP="000E5BAB">
            <w:pPr>
              <w:framePr w:w="9582" w:h="2155" w:wrap="notBeside" w:vAnchor="page" w:hAnchor="page" w:x="1702" w:y="3063"/>
            </w:pPr>
            <w:r w:rsidRPr="000139FB">
              <w:t>Karja 17a</w:t>
            </w:r>
          </w:p>
          <w:p w14:paraId="6B4A9F7B" w14:textId="683666CB" w:rsidR="00DD0F19" w:rsidRDefault="000E5BAB" w:rsidP="000E5BAB">
            <w:pPr>
              <w:framePr w:w="9582" w:h="2155" w:wrap="notBeside" w:vAnchor="page" w:hAnchor="page" w:x="1702" w:y="3063"/>
            </w:pPr>
            <w:r w:rsidRPr="000139FB">
              <w:t>65608 Võru</w:t>
            </w:r>
          </w:p>
        </w:tc>
        <w:tc>
          <w:tcPr>
            <w:tcW w:w="526" w:type="dxa"/>
            <w:noWrap/>
          </w:tcPr>
          <w:p w14:paraId="28D51710" w14:textId="3CB50EC1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11E29183" w14:textId="0903DB6E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  <w:tr w:rsidR="00DD0F19" w14:paraId="597DE319" w14:textId="77777777">
        <w:trPr>
          <w:cantSplit/>
          <w:trHeight w:val="743"/>
        </w:trPr>
        <w:tc>
          <w:tcPr>
            <w:tcW w:w="5216" w:type="dxa"/>
            <w:vMerge/>
          </w:tcPr>
          <w:p w14:paraId="44F7CE56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71B3801F" w14:textId="1E5E7E38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419E90F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(digitaalallkirja kuupäev) </w:t>
            </w:r>
          </w:p>
          <w:p w14:paraId="0E471F06" w14:textId="19C07BD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 nr 3-2.1/2023/</w:t>
            </w:r>
            <w:r w:rsidR="009D149C">
              <w:t>1915</w:t>
            </w:r>
          </w:p>
        </w:tc>
      </w:tr>
      <w:tr w:rsidR="00DD0F19" w14:paraId="36E565BD" w14:textId="77777777">
        <w:trPr>
          <w:cantSplit/>
          <w:trHeight w:hRule="exact" w:val="23"/>
        </w:trPr>
        <w:tc>
          <w:tcPr>
            <w:tcW w:w="5216" w:type="dxa"/>
          </w:tcPr>
          <w:p w14:paraId="4D7E1F95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A8E6760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4420BC52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</w:tbl>
    <w:p w14:paraId="197CD63C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53375B7" w14:textId="77777777" w:rsidR="00E85637" w:rsidRDefault="00E85637">
      <w:pPr>
        <w:rPr>
          <w:spacing w:val="0"/>
          <w:position w:val="0"/>
          <w:sz w:val="20"/>
        </w:rPr>
      </w:pP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20969" w14:textId="08EEE9F0" w:rsidR="00E85637" w:rsidRPr="00A92AE3" w:rsidRDefault="00381E69">
      <w:pPr>
        <w:rPr>
          <w:b/>
          <w:bCs/>
          <w:szCs w:val="24"/>
        </w:rPr>
      </w:pPr>
      <w:r>
        <w:rPr>
          <w:b/>
          <w:bCs/>
          <w:szCs w:val="24"/>
        </w:rPr>
        <w:t>Taotlus</w:t>
      </w:r>
    </w:p>
    <w:p w14:paraId="46DFC195" w14:textId="77777777" w:rsidR="00E85637" w:rsidRPr="00A92AE3" w:rsidRDefault="00E85637">
      <w:pPr>
        <w:rPr>
          <w:szCs w:val="24"/>
        </w:rPr>
      </w:pPr>
    </w:p>
    <w:p w14:paraId="779DE50E" w14:textId="77777777" w:rsidR="00731E38" w:rsidRDefault="00731E38" w:rsidP="00731E3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Palun anda luba sanitaarraiete (kuuse-kooreüraski kahjustus)</w:t>
      </w:r>
      <w:proofErr w:type="spellStart"/>
      <w:r>
        <w:rPr>
          <w:color w:val="000000"/>
        </w:rPr>
        <w:t>kokkuveoks</w:t>
      </w:r>
      <w:proofErr w:type="spellEnd"/>
      <w:r>
        <w:rPr>
          <w:color w:val="000000"/>
        </w:rPr>
        <w:t xml:space="preserve"> külmumata pinnasel </w:t>
      </w:r>
      <w:proofErr w:type="spellStart"/>
      <w:r>
        <w:rPr>
          <w:color w:val="000000"/>
        </w:rPr>
        <w:t>Tündre</w:t>
      </w:r>
      <w:proofErr w:type="spellEnd"/>
      <w:r>
        <w:rPr>
          <w:color w:val="000000"/>
        </w:rPr>
        <w:t xml:space="preserve"> looduskaitsealal  Tõrva vallas Valga maakonnas järgnevatel eraldistel:</w:t>
      </w:r>
    </w:p>
    <w:p w14:paraId="7F694A23" w14:textId="77777777" w:rsidR="00731E38" w:rsidRDefault="00731E38" w:rsidP="00731E3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PA206 </w:t>
      </w:r>
      <w:proofErr w:type="spellStart"/>
      <w:r>
        <w:rPr>
          <w:color w:val="000000"/>
        </w:rPr>
        <w:t>er</w:t>
      </w:r>
      <w:proofErr w:type="spellEnd"/>
      <w:r>
        <w:rPr>
          <w:color w:val="000000"/>
        </w:rPr>
        <w:t xml:space="preserve"> 1,10,11,12,13,14,21,34,35,36,37</w:t>
      </w:r>
    </w:p>
    <w:p w14:paraId="054E0AE4" w14:textId="77777777" w:rsidR="00731E38" w:rsidRDefault="00731E38" w:rsidP="00731E3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PA207 </w:t>
      </w:r>
      <w:proofErr w:type="spellStart"/>
      <w:r>
        <w:rPr>
          <w:color w:val="000000"/>
        </w:rPr>
        <w:t>er</w:t>
      </w:r>
      <w:proofErr w:type="spellEnd"/>
      <w:r>
        <w:rPr>
          <w:color w:val="000000"/>
        </w:rPr>
        <w:t xml:space="preserve"> 4,6</w:t>
      </w:r>
    </w:p>
    <w:p w14:paraId="0A15066C" w14:textId="63A421CB" w:rsidR="00635072" w:rsidRDefault="00635072" w:rsidP="00635072">
      <w:pPr>
        <w:rPr>
          <w:szCs w:val="24"/>
        </w:rPr>
      </w:pPr>
    </w:p>
    <w:p w14:paraId="2AB14A4E" w14:textId="634B9C45" w:rsidR="00635072" w:rsidRDefault="00275FE6" w:rsidP="00635072">
      <w:pPr>
        <w:rPr>
          <w:szCs w:val="24"/>
        </w:rPr>
      </w:pPr>
      <w:r>
        <w:rPr>
          <w:szCs w:val="24"/>
        </w:rPr>
        <w:t xml:space="preserve">Lisatud </w:t>
      </w:r>
      <w:proofErr w:type="spellStart"/>
      <w:r>
        <w:rPr>
          <w:szCs w:val="24"/>
        </w:rPr>
        <w:t>kokkuveo</w:t>
      </w:r>
      <w:proofErr w:type="spellEnd"/>
      <w:r>
        <w:rPr>
          <w:szCs w:val="24"/>
        </w:rPr>
        <w:t xml:space="preserve"> ja laoplatsi asukoha skeem</w:t>
      </w:r>
    </w:p>
    <w:p w14:paraId="254CAC2B" w14:textId="0975AD3D" w:rsidR="00635072" w:rsidRDefault="00635072" w:rsidP="00635072">
      <w:pPr>
        <w:rPr>
          <w:szCs w:val="24"/>
        </w:rPr>
      </w:pPr>
    </w:p>
    <w:p w14:paraId="0283B8CF" w14:textId="77777777" w:rsidR="00635072" w:rsidRDefault="00635072" w:rsidP="00635072">
      <w:pPr>
        <w:rPr>
          <w:szCs w:val="24"/>
        </w:rPr>
      </w:pPr>
    </w:p>
    <w:p w14:paraId="33692D63" w14:textId="77777777" w:rsidR="00635072" w:rsidRPr="00635072" w:rsidRDefault="00635072" w:rsidP="00635072">
      <w:pPr>
        <w:rPr>
          <w:szCs w:val="24"/>
        </w:rPr>
      </w:pPr>
    </w:p>
    <w:p w14:paraId="487D5D80" w14:textId="77777777" w:rsidR="00DD0F19" w:rsidRPr="00A92AE3" w:rsidRDefault="00DD0F19" w:rsidP="00DD0F19">
      <w:pPr>
        <w:rPr>
          <w:szCs w:val="24"/>
        </w:rPr>
      </w:pPr>
    </w:p>
    <w:p w14:paraId="0C78D696" w14:textId="77777777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="0099266F">
        <w:rPr>
          <w:spacing w:val="0"/>
          <w:position w:val="0"/>
          <w:szCs w:val="24"/>
        </w:rPr>
      </w:r>
      <w:r w:rsidR="0099266F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4F09F213" w14:textId="77777777" w:rsidR="00DD0F19" w:rsidRPr="00A92AE3" w:rsidRDefault="00DD0F19" w:rsidP="00DD0F19">
      <w:pPr>
        <w:rPr>
          <w:szCs w:val="24"/>
        </w:rPr>
      </w:pPr>
    </w:p>
    <w:p w14:paraId="4B98946D" w14:textId="77777777" w:rsidR="00DD0F19" w:rsidRPr="00A92AE3" w:rsidRDefault="00DD0F19" w:rsidP="00DD0F19">
      <w:pPr>
        <w:rPr>
          <w:szCs w:val="24"/>
        </w:rPr>
      </w:pPr>
    </w:p>
    <w:p w14:paraId="016F1D66" w14:textId="77777777" w:rsidR="002743A1" w:rsidRDefault="002743A1" w:rsidP="002743A1">
      <w:smartTag w:uri="urn:schemas-microsoft-com:office:smarttags" w:element="PersonName">
        <w:r>
          <w:t>Rein Kukk</w:t>
        </w:r>
      </w:smartTag>
    </w:p>
    <w:p w14:paraId="1EC77EF0" w14:textId="77777777" w:rsidR="002743A1" w:rsidRDefault="002743A1" w:rsidP="002743A1">
      <w:r>
        <w:t>RMK Kagu regioon</w:t>
      </w:r>
    </w:p>
    <w:p w14:paraId="665D8F75" w14:textId="77777777" w:rsidR="002743A1" w:rsidRDefault="002743A1" w:rsidP="002743A1">
      <w:r>
        <w:t>Valga piirkonna varumisjuht</w:t>
      </w:r>
    </w:p>
    <w:p w14:paraId="2E5571C8" w14:textId="77777777" w:rsidR="002743A1" w:rsidRDefault="002743A1" w:rsidP="002743A1">
      <w:pPr>
        <w:rPr>
          <w:sz w:val="18"/>
        </w:rPr>
      </w:pPr>
      <w:r>
        <w:t>tel 5174904</w:t>
      </w:r>
    </w:p>
    <w:p w14:paraId="351FF4CE" w14:textId="77777777" w:rsidR="00DD0F19" w:rsidRPr="00A92AE3" w:rsidRDefault="00DD0F19" w:rsidP="00DD0F19">
      <w:pPr>
        <w:rPr>
          <w:szCs w:val="24"/>
        </w:rPr>
      </w:pPr>
    </w:p>
    <w:p w14:paraId="2FDA2F10" w14:textId="538F0436" w:rsidR="00356C40" w:rsidRPr="00A92AE3" w:rsidRDefault="00356C40" w:rsidP="00DD0F19">
      <w:pPr>
        <w:rPr>
          <w:szCs w:val="24"/>
        </w:rPr>
      </w:pPr>
    </w:p>
    <w:sectPr w:rsidR="00356C40" w:rsidRPr="00A92AE3" w:rsidSect="00DD0F19">
      <w:footerReference w:type="default" r:id="rId11"/>
      <w:headerReference w:type="first" r:id="rId12"/>
      <w:footerReference w:type="first" r:id="rId13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86F7" w14:textId="77777777" w:rsidR="00EB5E63" w:rsidRDefault="00EB5E63">
      <w:r>
        <w:separator/>
      </w:r>
    </w:p>
  </w:endnote>
  <w:endnote w:type="continuationSeparator" w:id="0">
    <w:p w14:paraId="4BDC6179" w14:textId="77777777" w:rsidR="00EB5E63" w:rsidRDefault="00EB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E680" w14:textId="77777777" w:rsidR="00EB5E63" w:rsidRDefault="00EB5E63">
      <w:r>
        <w:separator/>
      </w:r>
    </w:p>
  </w:footnote>
  <w:footnote w:type="continuationSeparator" w:id="0">
    <w:p w14:paraId="69972CBB" w14:textId="77777777" w:rsidR="00EB5E63" w:rsidRDefault="00EB5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65716C"/>
    <w:multiLevelType w:val="hybridMultilevel"/>
    <w:tmpl w:val="3A0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6893752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57FC6"/>
    <w:rsid w:val="000D31BC"/>
    <w:rsid w:val="000E5BAB"/>
    <w:rsid w:val="0015432F"/>
    <w:rsid w:val="00162FE6"/>
    <w:rsid w:val="00187A2D"/>
    <w:rsid w:val="001956F4"/>
    <w:rsid w:val="001A7F9E"/>
    <w:rsid w:val="001D139F"/>
    <w:rsid w:val="001E574A"/>
    <w:rsid w:val="00231DFB"/>
    <w:rsid w:val="002743A1"/>
    <w:rsid w:val="00275FE6"/>
    <w:rsid w:val="00326150"/>
    <w:rsid w:val="00356C40"/>
    <w:rsid w:val="00381E69"/>
    <w:rsid w:val="003A08B0"/>
    <w:rsid w:val="00436506"/>
    <w:rsid w:val="00491E34"/>
    <w:rsid w:val="005A25A2"/>
    <w:rsid w:val="00635072"/>
    <w:rsid w:val="00704BBF"/>
    <w:rsid w:val="00731E38"/>
    <w:rsid w:val="007B7275"/>
    <w:rsid w:val="007E0D20"/>
    <w:rsid w:val="007F482F"/>
    <w:rsid w:val="007F68A8"/>
    <w:rsid w:val="00845FCB"/>
    <w:rsid w:val="00872AC9"/>
    <w:rsid w:val="008B1038"/>
    <w:rsid w:val="008C0A3A"/>
    <w:rsid w:val="009153B5"/>
    <w:rsid w:val="0099266F"/>
    <w:rsid w:val="009D149C"/>
    <w:rsid w:val="009D3F3A"/>
    <w:rsid w:val="009D489B"/>
    <w:rsid w:val="00A05905"/>
    <w:rsid w:val="00A92AE3"/>
    <w:rsid w:val="00A9445B"/>
    <w:rsid w:val="00AA6DA9"/>
    <w:rsid w:val="00AC23A1"/>
    <w:rsid w:val="00AE227B"/>
    <w:rsid w:val="00B5470C"/>
    <w:rsid w:val="00B70049"/>
    <w:rsid w:val="00B7608B"/>
    <w:rsid w:val="00BF0803"/>
    <w:rsid w:val="00BF346A"/>
    <w:rsid w:val="00C32B5E"/>
    <w:rsid w:val="00C47135"/>
    <w:rsid w:val="00C52479"/>
    <w:rsid w:val="00C67247"/>
    <w:rsid w:val="00CC049C"/>
    <w:rsid w:val="00CF0857"/>
    <w:rsid w:val="00DB48CF"/>
    <w:rsid w:val="00DD0F19"/>
    <w:rsid w:val="00DF4636"/>
    <w:rsid w:val="00E85637"/>
    <w:rsid w:val="00EB5E63"/>
    <w:rsid w:val="00EC5BAE"/>
    <w:rsid w:val="00F04FCF"/>
    <w:rsid w:val="00F052F9"/>
    <w:rsid w:val="00F94062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DF463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35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86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588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Rein Kukk</cp:lastModifiedBy>
  <cp:revision>2</cp:revision>
  <cp:lastPrinted>2023-02-13T11:39:00Z</cp:lastPrinted>
  <dcterms:created xsi:type="dcterms:W3CDTF">2023-03-20T11:53:00Z</dcterms:created>
  <dcterms:modified xsi:type="dcterms:W3CDTF">2023-03-20T11:53:00Z</dcterms:modified>
</cp:coreProperties>
</file>